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0E" w:rsidRDefault="00071D46" w:rsidP="0083020E">
      <w:pPr>
        <w:pStyle w:val="Header"/>
      </w:pPr>
      <w:r>
        <w:t>GD: Group difference computations in Stata</w:t>
      </w:r>
    </w:p>
    <w:p w:rsidR="00071D46" w:rsidRDefault="00071D46" w:rsidP="00071D46">
      <w:pPr>
        <w:pStyle w:val="Heading1"/>
      </w:pPr>
      <w:r>
        <w:t>Overview started 2007-03-10</w:t>
      </w:r>
    </w:p>
    <w:p w:rsidR="00071D46" w:rsidRPr="007400FE" w:rsidRDefault="00071D46" w:rsidP="00071D46">
      <w:r>
        <w:t>Note: For development, programs use GD for group difference. When structure is set, use GC for group comparison</w:t>
      </w:r>
    </w:p>
    <w:p w:rsidR="00071D46" w:rsidRDefault="00071D46" w:rsidP="00071D46">
      <w:pPr>
        <w:pStyle w:val="Heading2"/>
      </w:pPr>
      <w:r>
        <w:t>Globals</w:t>
      </w:r>
    </w:p>
    <w:p w:rsidR="00071D46" w:rsidRDefault="00071D46" w:rsidP="00071D46">
      <w:r>
        <w:t xml:space="preserve">$gd_grvar </w:t>
      </w:r>
      <w:r>
        <w:tab/>
        <w:t>name of group var</w:t>
      </w:r>
    </w:p>
    <w:p w:rsidR="00071D46" w:rsidRDefault="00071D46" w:rsidP="00071D46">
      <w:r>
        <w:t xml:space="preserve">$gd_gr0nm </w:t>
      </w:r>
      <w:r>
        <w:tab/>
        <w:t>name for value 0 of group</w:t>
      </w:r>
    </w:p>
    <w:p w:rsidR="00071D46" w:rsidRDefault="00071D46" w:rsidP="00071D46">
      <w:r>
        <w:t xml:space="preserve">$gd_gr1nm </w:t>
      </w:r>
      <w:r>
        <w:tab/>
        <w:t>name for value 1 of group</w:t>
      </w:r>
    </w:p>
    <w:p w:rsidR="00071D46" w:rsidRDefault="00071D46" w:rsidP="00071D46">
      <w:r>
        <w:t xml:space="preserve">$gd_gr0let </w:t>
      </w:r>
      <w:r>
        <w:tab/>
        <w:t>letter for value 0 of group (assume A)</w:t>
      </w:r>
    </w:p>
    <w:p w:rsidR="00071D46" w:rsidRDefault="00071D46" w:rsidP="00071D46">
      <w:r>
        <w:t xml:space="preserve">$gd_gr1let </w:t>
      </w:r>
      <w:r>
        <w:tab/>
        <w:t>letter for value 1 of group (assume B)</w:t>
      </w:r>
    </w:p>
    <w:p w:rsidR="00071D46" w:rsidRDefault="00071D46" w:rsidP="00071D46"/>
    <w:p w:rsidR="00071D46" w:rsidRDefault="00071D46" w:rsidP="00071D46">
      <w:r>
        <w:t>$gd_xmn</w:t>
      </w:r>
      <w:r>
        <w:tab/>
      </w:r>
      <w:r>
        <w:tab/>
        <w:t>string of v1=mnv1 v2=mnv2 …</w:t>
      </w:r>
    </w:p>
    <w:p w:rsidR="00071D46" w:rsidRPr="007400FE" w:rsidRDefault="00071D46" w:rsidP="00071D46">
      <w:r>
        <w:t>$gd_x0mn</w:t>
      </w:r>
      <w:r>
        <w:tab/>
      </w:r>
      <w:r>
        <w:tab/>
        <w:t>string of A_v1</w:t>
      </w:r>
    </w:p>
    <w:p w:rsidR="00071D46" w:rsidRDefault="00071D46" w:rsidP="00071D46">
      <w:pPr>
        <w:pStyle w:val="Heading2"/>
      </w:pPr>
      <w:r>
        <w:t>Programs</w:t>
      </w:r>
    </w:p>
    <w:p w:rsidR="00071D46" w:rsidRDefault="00071D46" w:rsidP="00071D46">
      <w:pPr>
        <w:pStyle w:val="Heading3"/>
      </w:pPr>
      <w:r>
        <w:t>gdset – create globals used by other programs</w:t>
      </w:r>
    </w:p>
    <w:p w:rsidR="00071D46" w:rsidRDefault="00071D46" w:rsidP="00071D46">
      <w:r>
        <w:t>gdset, grvar(name) gr1nm(name of group 0) gr0nm(name of group 1)</w:t>
      </w:r>
    </w:p>
    <w:p w:rsidR="00071D46" w:rsidRDefault="00071D46" w:rsidP="00071D46">
      <w:r>
        <w:tab/>
        <w:t>gr0let(letter for group 0) gr1let(letter for group 1)</w:t>
      </w:r>
    </w:p>
    <w:p w:rsidR="00071D46" w:rsidRDefault="00071D46" w:rsidP="00071D46"/>
    <w:p w:rsidR="00071D46" w:rsidRDefault="00071D46" w:rsidP="00071D46">
      <w:r>
        <w:t xml:space="preserve">Creates </w:t>
      </w:r>
    </w:p>
    <w:p w:rsidR="00071D46" w:rsidRDefault="00071D46" w:rsidP="00071D46">
      <w:pPr>
        <w:ind w:firstLine="576"/>
      </w:pPr>
      <w:r>
        <w:t xml:space="preserve">$gd_grvar </w:t>
      </w:r>
      <w:r>
        <w:tab/>
        <w:t>name of group var</w:t>
      </w:r>
    </w:p>
    <w:p w:rsidR="00071D46" w:rsidRDefault="00071D46" w:rsidP="00071D46">
      <w:pPr>
        <w:ind w:firstLine="576"/>
      </w:pPr>
      <w:r>
        <w:t xml:space="preserve">$gd_gr0nm </w:t>
      </w:r>
      <w:r>
        <w:tab/>
        <w:t>name for value 0 of group</w:t>
      </w:r>
    </w:p>
    <w:p w:rsidR="00071D46" w:rsidRDefault="00071D46" w:rsidP="00071D46">
      <w:pPr>
        <w:ind w:firstLine="576"/>
      </w:pPr>
      <w:r>
        <w:t xml:space="preserve">$gd_gr1nm </w:t>
      </w:r>
      <w:r>
        <w:tab/>
        <w:t>name for value 1 of group</w:t>
      </w:r>
    </w:p>
    <w:p w:rsidR="00071D46" w:rsidRDefault="00071D46" w:rsidP="00071D46">
      <w:pPr>
        <w:ind w:firstLine="576"/>
      </w:pPr>
      <w:r>
        <w:t>$gd_gr0let</w:t>
      </w:r>
      <w:r>
        <w:tab/>
        <w:t>letter for group 0 (takes letter and followed by 0)</w:t>
      </w:r>
    </w:p>
    <w:p w:rsidR="00071D46" w:rsidRDefault="00071D46" w:rsidP="00071D46">
      <w:pPr>
        <w:ind w:firstLine="576"/>
      </w:pPr>
      <w:r>
        <w:tab/>
      </w:r>
      <w:r>
        <w:tab/>
        <w:t>f0</w:t>
      </w:r>
    </w:p>
    <w:p w:rsidR="00071D46" w:rsidRDefault="00071D46" w:rsidP="00071D46">
      <w:pPr>
        <w:ind w:firstLine="576"/>
      </w:pPr>
      <w:r>
        <w:t>$gd_gr1let</w:t>
      </w:r>
      <w:r>
        <w:tab/>
        <w:t>letter for group 1</w:t>
      </w:r>
    </w:p>
    <w:p w:rsidR="00071D46" w:rsidRPr="007400FE" w:rsidRDefault="00071D46" w:rsidP="00071D46">
      <w:pPr>
        <w:ind w:firstLine="576"/>
      </w:pPr>
      <w:r>
        <w:tab/>
      </w:r>
      <w:r>
        <w:tab/>
        <w:t>m1</w:t>
      </w:r>
    </w:p>
    <w:p w:rsidR="00071D46" w:rsidRDefault="00071D46" w:rsidP="00071D46">
      <w:pPr>
        <w:pStyle w:val="Heading3"/>
      </w:pPr>
      <w:r>
        <w:t>gdxi – create interaction variables</w:t>
      </w:r>
    </w:p>
    <w:p w:rsidR="00071D46" w:rsidRDefault="00071D46" w:rsidP="00071D46">
      <w:r>
        <w:t>gdxi &lt;vars&gt;</w:t>
      </w:r>
    </w:p>
    <w:p w:rsidR="00071D46" w:rsidRDefault="00071D46" w:rsidP="00071D46"/>
    <w:p w:rsidR="00071D46" w:rsidRDefault="00071D46" w:rsidP="00071D46">
      <w:r>
        <w:t>use the gdset variable to create interactions</w:t>
      </w:r>
    </w:p>
    <w:p w:rsidR="00071D46" w:rsidRDefault="00071D46" w:rsidP="00071D46"/>
    <w:p w:rsidR="00071D46" w:rsidRDefault="00071D46" w:rsidP="00071D46">
      <w:r>
        <w:t>For example, if gd1let is f and gd0let is m</w:t>
      </w:r>
    </w:p>
    <w:p w:rsidR="00071D46" w:rsidRDefault="00071D46" w:rsidP="00071D46"/>
    <w:p w:rsidR="00071D46" w:rsidRDefault="00071D46" w:rsidP="00071D46">
      <w:r>
        <w:t>m_x = (gdvar==1)</w:t>
      </w:r>
    </w:p>
    <w:p w:rsidR="00071D46" w:rsidRDefault="00071D46" w:rsidP="00071D46">
      <w:pPr>
        <w:pStyle w:val="Heading3"/>
      </w:pPr>
      <w:r>
        <w:t>gdxis – create global strings with x() specifications</w:t>
      </w:r>
    </w:p>
    <w:p w:rsidR="00071D46" w:rsidRDefault="00071D46" w:rsidP="00071D46">
      <w:r>
        <w:t xml:space="preserve"> gdxis &lt;vars&gt;</w:t>
      </w:r>
    </w:p>
    <w:p w:rsidR="00071D46" w:rsidRDefault="00071D46" w:rsidP="00071D46"/>
    <w:p w:rsidR="00071D46" w:rsidRDefault="00071D46" w:rsidP="00071D46">
      <w:r>
        <w:t>options:</w:t>
      </w:r>
    </w:p>
    <w:p w:rsidR="00071D46" w:rsidRDefault="00071D46" w:rsidP="00071D46">
      <w:r>
        <w:tab/>
      </w:r>
    </w:p>
    <w:p w:rsidR="00071D46" w:rsidRDefault="00071D46" w:rsidP="00071D46">
      <w:r>
        <w:tab/>
        <w:t>noesample: do not select on estimation sample</w:t>
      </w:r>
    </w:p>
    <w:p w:rsidR="00071D46" w:rsidRDefault="00071D46" w:rsidP="00071D46">
      <w:r>
        <w:tab/>
        <w:t>svy : use survey means</w:t>
      </w:r>
    </w:p>
    <w:p w:rsidR="00071D46" w:rsidRDefault="00071D46" w:rsidP="00071D46">
      <w:r>
        <w:tab/>
        <w:t>gr1 : xis for group 1 interactoins</w:t>
      </w:r>
    </w:p>
    <w:p w:rsidR="00071D46" w:rsidRDefault="00071D46" w:rsidP="00071D46">
      <w:pPr>
        <w:ind w:firstLine="576"/>
      </w:pPr>
      <w:r>
        <w:t>gr0 : xis for group 0 interactions</w:t>
      </w:r>
    </w:p>
    <w:p w:rsidR="00071D46" w:rsidRDefault="00071D46" w:rsidP="00071D46">
      <w:pPr>
        <w:ind w:firstLine="576"/>
      </w:pPr>
      <w:r>
        <w:t>within : within group means</w:t>
      </w:r>
    </w:p>
    <w:p w:rsidR="00071D46" w:rsidRDefault="00071D46" w:rsidP="00071D46"/>
    <w:p w:rsidR="00071D46" w:rsidRDefault="00071D46" w:rsidP="00071D46">
      <w:r>
        <w:t>Globals</w:t>
      </w:r>
    </w:p>
    <w:p w:rsidR="00071D46" w:rsidRDefault="00071D46" w:rsidP="00071D46"/>
    <w:p w:rsidR="00071D46" w:rsidRDefault="00071D46" w:rsidP="00071D46">
      <w:r>
        <w:t>gdxis</w:t>
      </w:r>
      <w:r>
        <w:tab/>
        <w:t>global means for noninteractions</w:t>
      </w:r>
    </w:p>
    <w:p w:rsidR="00071D46" w:rsidRDefault="00071D46" w:rsidP="00071D46">
      <w:r>
        <w:t>gd0xis</w:t>
      </w:r>
      <w:r>
        <w:tab/>
        <w:t>group 0 xis with global means</w:t>
      </w:r>
    </w:p>
    <w:p w:rsidR="00071D46" w:rsidRDefault="00071D46" w:rsidP="00071D46">
      <w:r>
        <w:t>gd1xis</w:t>
      </w:r>
      <w:r>
        <w:tab/>
        <w:t>group 1 xis</w:t>
      </w:r>
    </w:p>
    <w:p w:rsidR="00071D46" w:rsidRDefault="00071D46" w:rsidP="00071D46">
      <w:r>
        <w:t>gd0xis0mn</w:t>
      </w:r>
      <w:r>
        <w:tab/>
      </w:r>
      <w:r>
        <w:tab/>
        <w:t>use group 0 means</w:t>
      </w:r>
    </w:p>
    <w:p w:rsidR="00071D46" w:rsidRDefault="00071D46" w:rsidP="00071D46">
      <w:r>
        <w:t>gd1xis1mn</w:t>
      </w:r>
      <w:r>
        <w:tab/>
      </w:r>
      <w:r>
        <w:tab/>
        <w:t>use group 1 means</w:t>
      </w:r>
    </w:p>
    <w:p w:rsidR="00071D46" w:rsidRDefault="00071D46" w:rsidP="00071D46">
      <w:pPr>
        <w:pStyle w:val="Heading3"/>
      </w:pPr>
      <w:r>
        <w:t>gdaccum1 – accumulate predictions to matrix</w:t>
      </w:r>
    </w:p>
    <w:p w:rsidR="00071D46" w:rsidRDefault="00071D46" w:rsidP="00071D46">
      <w:pPr>
        <w:pStyle w:val="Heading3"/>
      </w:pPr>
      <w:r>
        <w:t>gdprvalue1 – compute prvalue across groups</w:t>
      </w:r>
    </w:p>
    <w:p w:rsidR="00071D46" w:rsidRDefault="00071D46" w:rsidP="00071D46">
      <w:r>
        <w:t>g1xis()</w:t>
      </w:r>
    </w:p>
    <w:p w:rsidR="00071D46" w:rsidRDefault="00071D46" w:rsidP="00071D46">
      <w:r>
        <w:t>g0xis()</w:t>
      </w:r>
    </w:p>
    <w:p w:rsidR="00071D46" w:rsidRDefault="00071D46" w:rsidP="00071D46">
      <w:r>
        <w:t>debug</w:t>
      </w:r>
    </w:p>
    <w:p w:rsidR="00071D46" w:rsidRDefault="00071D46" w:rsidP="00071D46">
      <w:pPr>
        <w:pStyle w:val="Heading1"/>
      </w:pPr>
      <w:r>
        <w:t>2007-03-22 – after meeting with tait</w:t>
      </w:r>
    </w:p>
    <w:p w:rsidR="00071D46" w:rsidRDefault="00071D46" w:rsidP="00071D46">
      <w:r>
        <w:t>1) SHe will plan how to add controls for gdxis</w:t>
      </w:r>
    </w:p>
    <w:p w:rsidR="00071D46" w:rsidRDefault="00071D46" w:rsidP="00071D46">
      <w:r>
        <w:t>2) rename gdprvalue to gdprdif</w:t>
      </w:r>
    </w:p>
    <w:p w:rsidR="00071D46" w:rsidRDefault="00071D46" w:rsidP="00071D46">
      <w:r>
        <w:t>3) Add gdprdif, labsave() and labcur()</w:t>
      </w:r>
    </w:p>
    <w:p w:rsidR="00071D46" w:rsidRDefault="00071D46" w:rsidP="00071D46">
      <w:r>
        <w:t>4) gdxis, detail shyoud indicate svy and weight</w:t>
      </w:r>
    </w:p>
    <w:p w:rsidR="00071D46" w:rsidRDefault="00071D46" w:rsidP="00071D46">
      <w:r>
        <w:t>5) gdxis, svy error if not logit first</w:t>
      </w:r>
    </w:p>
    <w:p w:rsidR="00071D46" w:rsidRDefault="00071D46" w:rsidP="00071D46">
      <w:r>
        <w:t>6) How to print without bounds</w:t>
      </w:r>
    </w:p>
    <w:p w:rsidR="00071D46" w:rsidRDefault="00071D46" w:rsidP="00071D46">
      <w:r>
        <w:t>7) rename gdgenint to just gdgen</w:t>
      </w:r>
    </w:p>
    <w:p w:rsidR="00071D46" w:rsidRDefault="00071D46" w:rsidP="00071D46">
      <w:pPr>
        <w:pStyle w:val="Heading2"/>
      </w:pPr>
      <w:r>
        <w:t>2007-03-25</w:t>
      </w:r>
    </w:p>
    <w:p w:rsidR="00071D46" w:rsidRDefault="00071D46" w:rsidP="00071D46">
      <w:r>
        <w:t>Allow some way to let gdxis to control the level of other variables.</w:t>
      </w:r>
    </w:p>
    <w:p w:rsidR="00071D46" w:rsidRDefault="00071D46" w:rsidP="00071D46"/>
    <w:p w:rsidR="00071D46" w:rsidRPr="004B6529" w:rsidRDefault="00071D46" w:rsidP="00071D46">
      <w:r>
        <w:t>Add gdxis [if] [in], label(xxxx) that is put in $gdlabel</w:t>
      </w:r>
    </w:p>
    <w:p w:rsidR="00071D46" w:rsidRDefault="00071D46" w:rsidP="00071D46">
      <w:pPr>
        <w:pStyle w:val="Heading1"/>
      </w:pPr>
      <w:r>
        <w:t>2008-01-24: Restart work on GD commands</w:t>
      </w:r>
    </w:p>
    <w:p w:rsidR="009D1C1B" w:rsidRDefault="009D1C1B" w:rsidP="009D1C1B">
      <w:pPr>
        <w:pStyle w:val="Heading2"/>
      </w:pPr>
      <w:r w:rsidRPr="009D1C1B">
        <w:t>gdxis2.ado</w:t>
      </w:r>
      <w:r>
        <w:t xml:space="preserve"> version </w:t>
      </w:r>
      <w:r w:rsidRPr="009D1C1B">
        <w:t>*! gdxis2 0.2.2 2008-01-25 &gt; get rounding?</w:t>
      </w:r>
    </w:p>
    <w:p w:rsidR="009D1C1B" w:rsidRDefault="009D1C1B" w:rsidP="009D1C1B">
      <w:r>
        <w:t>Rounds values includes in strings to be passed to x()</w:t>
      </w:r>
    </w:p>
    <w:p w:rsidR="00E2024A" w:rsidRDefault="00E2024A" w:rsidP="009D1C1B"/>
    <w:p w:rsidR="00E2024A" w:rsidRDefault="00E2024A" w:rsidP="00A922E8">
      <w:pPr>
        <w:pStyle w:val="Heading2"/>
      </w:pPr>
      <w:r>
        <w:t>2008-01-26</w:t>
      </w:r>
    </w:p>
    <w:p w:rsidR="00A922E8" w:rsidRPr="00A922E8" w:rsidRDefault="00A922E8" w:rsidP="00A922E8">
      <w:r>
        <w:t>Do files cleaned up and hlp files updated.</w:t>
      </w:r>
    </w:p>
    <w:sectPr w:rsidR="00A922E8" w:rsidRPr="00A922E8" w:rsidSect="00E94147">
      <w:headerReference w:type="default" r:id="rId7"/>
      <w:pgSz w:w="12240" w:h="15840" w:code="1"/>
      <w:pgMar w:top="1008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4B7" w:rsidRDefault="00F304B7">
      <w:r>
        <w:separator/>
      </w:r>
    </w:p>
  </w:endnote>
  <w:endnote w:type="continuationSeparator" w:id="1">
    <w:p w:rsidR="00F304B7" w:rsidRDefault="00F30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4B7" w:rsidRDefault="00F304B7">
      <w:r>
        <w:separator/>
      </w:r>
    </w:p>
  </w:footnote>
  <w:footnote w:type="continuationSeparator" w:id="1">
    <w:p w:rsidR="00F304B7" w:rsidRDefault="00F30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17" w:rsidRPr="00503FC1" w:rsidRDefault="00071D46">
    <w:pPr>
      <w:pStyle w:val="Header"/>
      <w:spacing w:before="0"/>
      <w:ind w:right="-432"/>
      <w:jc w:val="right"/>
      <w:rPr>
        <w:rFonts w:ascii="Tahoma" w:hAnsi="Tahoma" w:cs="Tahoma"/>
        <w:color w:val="auto"/>
        <w:sz w:val="16"/>
        <w:szCs w:val="16"/>
      </w:rPr>
    </w:pPr>
    <w:r>
      <w:rPr>
        <w:rFonts w:ascii="Tahoma" w:hAnsi="Tahoma" w:cs="Tahoma"/>
        <w:color w:val="auto"/>
        <w:sz w:val="16"/>
        <w:szCs w:val="16"/>
      </w:rPr>
      <w:t>GDstata – Group differences Stata commands</w:t>
    </w:r>
    <w:r w:rsidR="00503FC1" w:rsidRPr="00503FC1">
      <w:rPr>
        <w:rFonts w:ascii="Tahoma" w:hAnsi="Tahoma" w:cs="Tahoma"/>
        <w:color w:val="auto"/>
        <w:sz w:val="16"/>
        <w:szCs w:val="16"/>
      </w:rPr>
      <w:t xml:space="preserve"> r</w:t>
    </w:r>
    <w:r w:rsidR="00BB5217" w:rsidRPr="00503FC1">
      <w:rPr>
        <w:rFonts w:ascii="Tahoma" w:hAnsi="Tahoma" w:cs="Tahoma"/>
        <w:color w:val="auto"/>
        <w:sz w:val="16"/>
        <w:szCs w:val="16"/>
      </w:rPr>
      <w:t xml:space="preserve">esearch </w:t>
    </w:r>
    <w:r w:rsidR="00503FC1" w:rsidRPr="00503FC1">
      <w:rPr>
        <w:rFonts w:ascii="Tahoma" w:hAnsi="Tahoma" w:cs="Tahoma"/>
        <w:color w:val="auto"/>
        <w:sz w:val="16"/>
        <w:szCs w:val="16"/>
      </w:rPr>
      <w:t>l</w:t>
    </w:r>
    <w:r w:rsidR="00BB5217" w:rsidRPr="00503FC1">
      <w:rPr>
        <w:rFonts w:ascii="Tahoma" w:hAnsi="Tahoma" w:cs="Tahoma"/>
        <w:color w:val="auto"/>
        <w:sz w:val="16"/>
        <w:szCs w:val="16"/>
      </w:rPr>
      <w:t xml:space="preserve">og </w:t>
    </w:r>
    <w:r w:rsidR="00503FC1" w:rsidRPr="00503FC1">
      <w:rPr>
        <w:rFonts w:ascii="Tahoma" w:hAnsi="Tahoma" w:cs="Tahoma"/>
        <w:color w:val="auto"/>
        <w:sz w:val="16"/>
        <w:szCs w:val="16"/>
      </w:rPr>
      <w:t>(</w:t>
    </w:r>
    <w:r w:rsidR="00BB5217" w:rsidRPr="00503FC1">
      <w:rPr>
        <w:rFonts w:ascii="Tahoma" w:hAnsi="Tahoma" w:cs="Tahoma"/>
        <w:color w:val="auto"/>
        <w:sz w:val="16"/>
        <w:szCs w:val="16"/>
      </w:rPr>
      <w:t xml:space="preserve">starting </w:t>
    </w:r>
    <w:r w:rsidR="00E06510">
      <w:rPr>
        <w:rFonts w:ascii="Tahoma" w:hAnsi="Tahoma" w:cs="Tahoma"/>
        <w:color w:val="auto"/>
        <w:sz w:val="16"/>
        <w:szCs w:val="16"/>
      </w:rPr>
      <w:t>10Mar</w:t>
    </w:r>
    <w:r>
      <w:rPr>
        <w:rFonts w:ascii="Tahoma" w:hAnsi="Tahoma" w:cs="Tahoma"/>
        <w:color w:val="auto"/>
        <w:sz w:val="16"/>
        <w:szCs w:val="16"/>
      </w:rPr>
      <w:t>2008</w:t>
    </w:r>
    <w:r w:rsidR="00503FC1" w:rsidRPr="00503FC1">
      <w:rPr>
        <w:rFonts w:ascii="Tahoma" w:hAnsi="Tahoma" w:cs="Tahoma"/>
        <w:color w:val="auto"/>
        <w:sz w:val="16"/>
        <w:szCs w:val="16"/>
      </w:rPr>
      <w:t>)</w:t>
    </w:r>
    <w:r w:rsidR="00BB5217" w:rsidRPr="00503FC1">
      <w:rPr>
        <w:rFonts w:ascii="Tahoma" w:hAnsi="Tahoma" w:cs="Tahoma"/>
        <w:color w:val="auto"/>
        <w:sz w:val="16"/>
        <w:szCs w:val="16"/>
      </w:rPr>
      <w:t xml:space="preserve"> : Page </w:t>
    </w:r>
    <w:r w:rsidR="00CF4AFC" w:rsidRPr="00503FC1">
      <w:rPr>
        <w:rFonts w:ascii="Tahoma" w:hAnsi="Tahoma" w:cs="Tahoma"/>
        <w:color w:val="auto"/>
        <w:sz w:val="16"/>
        <w:szCs w:val="16"/>
      </w:rPr>
      <w:fldChar w:fldCharType="begin"/>
    </w:r>
    <w:r w:rsidR="00BB5217" w:rsidRPr="00503FC1">
      <w:rPr>
        <w:rFonts w:ascii="Tahoma" w:hAnsi="Tahoma" w:cs="Tahoma"/>
        <w:color w:val="auto"/>
        <w:sz w:val="16"/>
        <w:szCs w:val="16"/>
      </w:rPr>
      <w:instrText xml:space="preserve"> PAGE </w:instrText>
    </w:r>
    <w:r w:rsidR="00CF4AFC" w:rsidRPr="00503FC1">
      <w:rPr>
        <w:rFonts w:ascii="Tahoma" w:hAnsi="Tahoma" w:cs="Tahoma"/>
        <w:color w:val="auto"/>
        <w:sz w:val="16"/>
        <w:szCs w:val="16"/>
      </w:rPr>
      <w:fldChar w:fldCharType="separate"/>
    </w:r>
    <w:r w:rsidR="00A922E8">
      <w:rPr>
        <w:rFonts w:ascii="Tahoma" w:hAnsi="Tahoma" w:cs="Tahoma"/>
        <w:noProof/>
        <w:color w:val="auto"/>
        <w:sz w:val="16"/>
        <w:szCs w:val="16"/>
      </w:rPr>
      <w:t>2</w:t>
    </w:r>
    <w:r w:rsidR="00CF4AFC" w:rsidRPr="00503FC1">
      <w:rPr>
        <w:rFonts w:ascii="Tahoma" w:hAnsi="Tahoma" w:cs="Tahoma"/>
        <w:color w:val="auto"/>
        <w:sz w:val="16"/>
        <w:szCs w:val="16"/>
      </w:rPr>
      <w:fldChar w:fldCharType="end"/>
    </w:r>
  </w:p>
  <w:p w:rsidR="00BB5217" w:rsidRPr="00AD0881" w:rsidRDefault="00BB5217">
    <w:pPr>
      <w:pStyle w:val="Header"/>
      <w:spacing w:before="0"/>
      <w:ind w:right="-432"/>
      <w:jc w:val="right"/>
      <w:rPr>
        <w:color w:val="auto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6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8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6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10"/>
  </w:num>
  <w:num w:numId="11">
    <w:abstractNumId w:val="12"/>
  </w:num>
  <w:num w:numId="12">
    <w:abstractNumId w:val="14"/>
  </w:num>
  <w:num w:numId="13">
    <w:abstractNumId w:val="0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942000"/>
    <w:rsid w:val="000012A8"/>
    <w:rsid w:val="00003987"/>
    <w:rsid w:val="00004734"/>
    <w:rsid w:val="000139E4"/>
    <w:rsid w:val="000200DC"/>
    <w:rsid w:val="00021422"/>
    <w:rsid w:val="00022D1C"/>
    <w:rsid w:val="00023237"/>
    <w:rsid w:val="00024ECE"/>
    <w:rsid w:val="000274DC"/>
    <w:rsid w:val="0003106D"/>
    <w:rsid w:val="00033FDA"/>
    <w:rsid w:val="00034F6C"/>
    <w:rsid w:val="000432AB"/>
    <w:rsid w:val="00053CCD"/>
    <w:rsid w:val="0006651A"/>
    <w:rsid w:val="00071D46"/>
    <w:rsid w:val="00081456"/>
    <w:rsid w:val="00082F25"/>
    <w:rsid w:val="00085CB8"/>
    <w:rsid w:val="00092294"/>
    <w:rsid w:val="00095EC8"/>
    <w:rsid w:val="00097DB0"/>
    <w:rsid w:val="000A1D49"/>
    <w:rsid w:val="000A2030"/>
    <w:rsid w:val="000E4160"/>
    <w:rsid w:val="000E7230"/>
    <w:rsid w:val="000F0A62"/>
    <w:rsid w:val="000F52DA"/>
    <w:rsid w:val="00107936"/>
    <w:rsid w:val="00110892"/>
    <w:rsid w:val="00115D40"/>
    <w:rsid w:val="001168D3"/>
    <w:rsid w:val="00120610"/>
    <w:rsid w:val="001232D6"/>
    <w:rsid w:val="00125207"/>
    <w:rsid w:val="00126D83"/>
    <w:rsid w:val="00133B5D"/>
    <w:rsid w:val="00145E43"/>
    <w:rsid w:val="00160560"/>
    <w:rsid w:val="00160F43"/>
    <w:rsid w:val="00162B28"/>
    <w:rsid w:val="0017126F"/>
    <w:rsid w:val="00171CB4"/>
    <w:rsid w:val="00185BF4"/>
    <w:rsid w:val="0018726A"/>
    <w:rsid w:val="00197375"/>
    <w:rsid w:val="001B3571"/>
    <w:rsid w:val="001C207A"/>
    <w:rsid w:val="001C2C0C"/>
    <w:rsid w:val="001C5CCC"/>
    <w:rsid w:val="001D4DE2"/>
    <w:rsid w:val="001F1BCC"/>
    <w:rsid w:val="001F6BDB"/>
    <w:rsid w:val="002100E1"/>
    <w:rsid w:val="00210E23"/>
    <w:rsid w:val="0021497E"/>
    <w:rsid w:val="0022337B"/>
    <w:rsid w:val="00236B62"/>
    <w:rsid w:val="00240ACF"/>
    <w:rsid w:val="00246863"/>
    <w:rsid w:val="0025042F"/>
    <w:rsid w:val="00252045"/>
    <w:rsid w:val="00254E1B"/>
    <w:rsid w:val="002708A8"/>
    <w:rsid w:val="00275DE9"/>
    <w:rsid w:val="00286926"/>
    <w:rsid w:val="002876B6"/>
    <w:rsid w:val="00294E38"/>
    <w:rsid w:val="002A68E4"/>
    <w:rsid w:val="002B1757"/>
    <w:rsid w:val="002B24D0"/>
    <w:rsid w:val="002C6139"/>
    <w:rsid w:val="002C6AD4"/>
    <w:rsid w:val="002D186E"/>
    <w:rsid w:val="002D7FA5"/>
    <w:rsid w:val="002E1195"/>
    <w:rsid w:val="002E1917"/>
    <w:rsid w:val="002E5F96"/>
    <w:rsid w:val="002E6CB3"/>
    <w:rsid w:val="002F3C23"/>
    <w:rsid w:val="002F793B"/>
    <w:rsid w:val="00310DF7"/>
    <w:rsid w:val="00333952"/>
    <w:rsid w:val="00335935"/>
    <w:rsid w:val="00343245"/>
    <w:rsid w:val="00356AE3"/>
    <w:rsid w:val="00360318"/>
    <w:rsid w:val="00362272"/>
    <w:rsid w:val="00366A47"/>
    <w:rsid w:val="00372DCF"/>
    <w:rsid w:val="00373E7A"/>
    <w:rsid w:val="00374EDD"/>
    <w:rsid w:val="00380427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666"/>
    <w:rsid w:val="003C1AAF"/>
    <w:rsid w:val="003C5BFC"/>
    <w:rsid w:val="003C724B"/>
    <w:rsid w:val="003C7BD6"/>
    <w:rsid w:val="003D1C89"/>
    <w:rsid w:val="003D1CCA"/>
    <w:rsid w:val="003D1CDB"/>
    <w:rsid w:val="003D6E84"/>
    <w:rsid w:val="003F2EF2"/>
    <w:rsid w:val="00404C10"/>
    <w:rsid w:val="0040651F"/>
    <w:rsid w:val="00414A19"/>
    <w:rsid w:val="004214C7"/>
    <w:rsid w:val="00426C8F"/>
    <w:rsid w:val="00431FEF"/>
    <w:rsid w:val="00436FC9"/>
    <w:rsid w:val="00442D55"/>
    <w:rsid w:val="00444783"/>
    <w:rsid w:val="00444CB4"/>
    <w:rsid w:val="0046394F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5136"/>
    <w:rsid w:val="004A62B6"/>
    <w:rsid w:val="004B7077"/>
    <w:rsid w:val="004C659A"/>
    <w:rsid w:val="004D1453"/>
    <w:rsid w:val="004D596E"/>
    <w:rsid w:val="004D6378"/>
    <w:rsid w:val="00503EB2"/>
    <w:rsid w:val="00503FC1"/>
    <w:rsid w:val="00507A2A"/>
    <w:rsid w:val="005134E6"/>
    <w:rsid w:val="005413FA"/>
    <w:rsid w:val="00552EB2"/>
    <w:rsid w:val="00555C85"/>
    <w:rsid w:val="00561C35"/>
    <w:rsid w:val="00574F2B"/>
    <w:rsid w:val="0058020F"/>
    <w:rsid w:val="005924BF"/>
    <w:rsid w:val="00596E43"/>
    <w:rsid w:val="005A6C69"/>
    <w:rsid w:val="005A6FF6"/>
    <w:rsid w:val="005B3EF3"/>
    <w:rsid w:val="005B5980"/>
    <w:rsid w:val="005B74BA"/>
    <w:rsid w:val="005B75EF"/>
    <w:rsid w:val="005C0C57"/>
    <w:rsid w:val="005C31D9"/>
    <w:rsid w:val="005D1913"/>
    <w:rsid w:val="005D6A49"/>
    <w:rsid w:val="005D6FCC"/>
    <w:rsid w:val="005F7B10"/>
    <w:rsid w:val="006012EF"/>
    <w:rsid w:val="006020C8"/>
    <w:rsid w:val="00602254"/>
    <w:rsid w:val="00611BE2"/>
    <w:rsid w:val="00614B85"/>
    <w:rsid w:val="00617BEB"/>
    <w:rsid w:val="00622835"/>
    <w:rsid w:val="006237C3"/>
    <w:rsid w:val="00625770"/>
    <w:rsid w:val="0063178D"/>
    <w:rsid w:val="00632DBC"/>
    <w:rsid w:val="00634045"/>
    <w:rsid w:val="00635A5D"/>
    <w:rsid w:val="00641B36"/>
    <w:rsid w:val="006420F9"/>
    <w:rsid w:val="0064307C"/>
    <w:rsid w:val="00645C29"/>
    <w:rsid w:val="0065592E"/>
    <w:rsid w:val="00656953"/>
    <w:rsid w:val="0066053D"/>
    <w:rsid w:val="006620E5"/>
    <w:rsid w:val="0066432C"/>
    <w:rsid w:val="0066531C"/>
    <w:rsid w:val="00667EDB"/>
    <w:rsid w:val="00673D90"/>
    <w:rsid w:val="00676A4B"/>
    <w:rsid w:val="00676FBB"/>
    <w:rsid w:val="00680B93"/>
    <w:rsid w:val="0068257D"/>
    <w:rsid w:val="00686A39"/>
    <w:rsid w:val="006A019D"/>
    <w:rsid w:val="006A0483"/>
    <w:rsid w:val="006A0A29"/>
    <w:rsid w:val="006A71F1"/>
    <w:rsid w:val="006A7D0C"/>
    <w:rsid w:val="006B0B2B"/>
    <w:rsid w:val="006B2A6B"/>
    <w:rsid w:val="006B31AD"/>
    <w:rsid w:val="006B5D79"/>
    <w:rsid w:val="006B7FC8"/>
    <w:rsid w:val="006C1E98"/>
    <w:rsid w:val="006C46F2"/>
    <w:rsid w:val="006C533A"/>
    <w:rsid w:val="006C7212"/>
    <w:rsid w:val="006D7D27"/>
    <w:rsid w:val="006E5C12"/>
    <w:rsid w:val="006E6EC4"/>
    <w:rsid w:val="006E74D9"/>
    <w:rsid w:val="006E7541"/>
    <w:rsid w:val="006F7A4A"/>
    <w:rsid w:val="0070488F"/>
    <w:rsid w:val="00720F39"/>
    <w:rsid w:val="00721357"/>
    <w:rsid w:val="0072517D"/>
    <w:rsid w:val="00730640"/>
    <w:rsid w:val="00732913"/>
    <w:rsid w:val="007418DC"/>
    <w:rsid w:val="007463B1"/>
    <w:rsid w:val="00760FC0"/>
    <w:rsid w:val="007615FA"/>
    <w:rsid w:val="00761B16"/>
    <w:rsid w:val="007650D6"/>
    <w:rsid w:val="00771242"/>
    <w:rsid w:val="007750DC"/>
    <w:rsid w:val="0077753B"/>
    <w:rsid w:val="00783166"/>
    <w:rsid w:val="0079319B"/>
    <w:rsid w:val="007A4107"/>
    <w:rsid w:val="007A4EF6"/>
    <w:rsid w:val="007A6626"/>
    <w:rsid w:val="007C284A"/>
    <w:rsid w:val="007C40B5"/>
    <w:rsid w:val="007D191E"/>
    <w:rsid w:val="007D6C35"/>
    <w:rsid w:val="007E1BEF"/>
    <w:rsid w:val="007E305C"/>
    <w:rsid w:val="007E7DD9"/>
    <w:rsid w:val="00800DE7"/>
    <w:rsid w:val="008136AA"/>
    <w:rsid w:val="00816034"/>
    <w:rsid w:val="00820379"/>
    <w:rsid w:val="00825028"/>
    <w:rsid w:val="008268C6"/>
    <w:rsid w:val="0083020E"/>
    <w:rsid w:val="00832AFB"/>
    <w:rsid w:val="00835DB1"/>
    <w:rsid w:val="0085191B"/>
    <w:rsid w:val="00853BE5"/>
    <w:rsid w:val="00855291"/>
    <w:rsid w:val="0087429E"/>
    <w:rsid w:val="008807C7"/>
    <w:rsid w:val="008900AB"/>
    <w:rsid w:val="00890E4B"/>
    <w:rsid w:val="008922A5"/>
    <w:rsid w:val="008949FD"/>
    <w:rsid w:val="00897A92"/>
    <w:rsid w:val="008A0526"/>
    <w:rsid w:val="008A2FFE"/>
    <w:rsid w:val="008B24CA"/>
    <w:rsid w:val="008B3348"/>
    <w:rsid w:val="008B3663"/>
    <w:rsid w:val="008B7E23"/>
    <w:rsid w:val="008C02D4"/>
    <w:rsid w:val="008C0707"/>
    <w:rsid w:val="008C479D"/>
    <w:rsid w:val="008D10B1"/>
    <w:rsid w:val="008D4677"/>
    <w:rsid w:val="008E4BFF"/>
    <w:rsid w:val="008E692E"/>
    <w:rsid w:val="008F0D11"/>
    <w:rsid w:val="008F1956"/>
    <w:rsid w:val="00920354"/>
    <w:rsid w:val="00940D7D"/>
    <w:rsid w:val="009411F6"/>
    <w:rsid w:val="00942000"/>
    <w:rsid w:val="00942302"/>
    <w:rsid w:val="00947BA3"/>
    <w:rsid w:val="009512B2"/>
    <w:rsid w:val="00960CD1"/>
    <w:rsid w:val="00963F83"/>
    <w:rsid w:val="0097065E"/>
    <w:rsid w:val="009747AC"/>
    <w:rsid w:val="009834E8"/>
    <w:rsid w:val="00990375"/>
    <w:rsid w:val="00996A20"/>
    <w:rsid w:val="009A3BAE"/>
    <w:rsid w:val="009A4096"/>
    <w:rsid w:val="009B1FE4"/>
    <w:rsid w:val="009C3164"/>
    <w:rsid w:val="009D10DF"/>
    <w:rsid w:val="009D1C1B"/>
    <w:rsid w:val="009D4AD1"/>
    <w:rsid w:val="009D531C"/>
    <w:rsid w:val="009E0127"/>
    <w:rsid w:val="009F5B02"/>
    <w:rsid w:val="00A02433"/>
    <w:rsid w:val="00A046B1"/>
    <w:rsid w:val="00A116F5"/>
    <w:rsid w:val="00A30CDC"/>
    <w:rsid w:val="00A3641D"/>
    <w:rsid w:val="00A435AD"/>
    <w:rsid w:val="00A437F6"/>
    <w:rsid w:val="00A55A92"/>
    <w:rsid w:val="00A56E61"/>
    <w:rsid w:val="00A56FF6"/>
    <w:rsid w:val="00A61766"/>
    <w:rsid w:val="00A76DC6"/>
    <w:rsid w:val="00A84F4B"/>
    <w:rsid w:val="00A8525B"/>
    <w:rsid w:val="00A922E8"/>
    <w:rsid w:val="00A94C85"/>
    <w:rsid w:val="00A96257"/>
    <w:rsid w:val="00AA122A"/>
    <w:rsid w:val="00AA7793"/>
    <w:rsid w:val="00AC0434"/>
    <w:rsid w:val="00AC370F"/>
    <w:rsid w:val="00AD0881"/>
    <w:rsid w:val="00AD2C3E"/>
    <w:rsid w:val="00AD59CD"/>
    <w:rsid w:val="00AD604B"/>
    <w:rsid w:val="00AF10E7"/>
    <w:rsid w:val="00AF371B"/>
    <w:rsid w:val="00B02948"/>
    <w:rsid w:val="00B07425"/>
    <w:rsid w:val="00B172BE"/>
    <w:rsid w:val="00B17B9B"/>
    <w:rsid w:val="00B25472"/>
    <w:rsid w:val="00B34BCD"/>
    <w:rsid w:val="00B43A07"/>
    <w:rsid w:val="00B43B47"/>
    <w:rsid w:val="00B45F44"/>
    <w:rsid w:val="00B60892"/>
    <w:rsid w:val="00B63E7A"/>
    <w:rsid w:val="00B6401A"/>
    <w:rsid w:val="00B64D72"/>
    <w:rsid w:val="00B65ADC"/>
    <w:rsid w:val="00B7018A"/>
    <w:rsid w:val="00B7046D"/>
    <w:rsid w:val="00B70796"/>
    <w:rsid w:val="00B7516C"/>
    <w:rsid w:val="00B80807"/>
    <w:rsid w:val="00B87084"/>
    <w:rsid w:val="00B9560C"/>
    <w:rsid w:val="00B958C8"/>
    <w:rsid w:val="00BA2FFA"/>
    <w:rsid w:val="00BA3D50"/>
    <w:rsid w:val="00BA51FA"/>
    <w:rsid w:val="00BB0FD3"/>
    <w:rsid w:val="00BB1D77"/>
    <w:rsid w:val="00BB5217"/>
    <w:rsid w:val="00BB6F5D"/>
    <w:rsid w:val="00BD1924"/>
    <w:rsid w:val="00BD5040"/>
    <w:rsid w:val="00BD6C14"/>
    <w:rsid w:val="00BE45F5"/>
    <w:rsid w:val="00BE6C6E"/>
    <w:rsid w:val="00BF5020"/>
    <w:rsid w:val="00BF71F1"/>
    <w:rsid w:val="00BF7FBE"/>
    <w:rsid w:val="00C02FFE"/>
    <w:rsid w:val="00C1372F"/>
    <w:rsid w:val="00C15143"/>
    <w:rsid w:val="00C169B7"/>
    <w:rsid w:val="00C170E4"/>
    <w:rsid w:val="00C21BC2"/>
    <w:rsid w:val="00C31D0D"/>
    <w:rsid w:val="00C33FF6"/>
    <w:rsid w:val="00C42A5B"/>
    <w:rsid w:val="00C46958"/>
    <w:rsid w:val="00C46B72"/>
    <w:rsid w:val="00C507FB"/>
    <w:rsid w:val="00C56D80"/>
    <w:rsid w:val="00C57537"/>
    <w:rsid w:val="00C579A4"/>
    <w:rsid w:val="00C61FEC"/>
    <w:rsid w:val="00C64ED8"/>
    <w:rsid w:val="00C6533E"/>
    <w:rsid w:val="00C67AC8"/>
    <w:rsid w:val="00C712B7"/>
    <w:rsid w:val="00C768C1"/>
    <w:rsid w:val="00C876D0"/>
    <w:rsid w:val="00C92B4E"/>
    <w:rsid w:val="00C93D6D"/>
    <w:rsid w:val="00C97751"/>
    <w:rsid w:val="00CA27AF"/>
    <w:rsid w:val="00CA4733"/>
    <w:rsid w:val="00CA7325"/>
    <w:rsid w:val="00CA7979"/>
    <w:rsid w:val="00CB306A"/>
    <w:rsid w:val="00CB354F"/>
    <w:rsid w:val="00CC0638"/>
    <w:rsid w:val="00CD43B9"/>
    <w:rsid w:val="00CD63E4"/>
    <w:rsid w:val="00CF1827"/>
    <w:rsid w:val="00CF4AFC"/>
    <w:rsid w:val="00CF5B3A"/>
    <w:rsid w:val="00CF6E11"/>
    <w:rsid w:val="00D05E95"/>
    <w:rsid w:val="00D0688C"/>
    <w:rsid w:val="00D136B1"/>
    <w:rsid w:val="00D3448A"/>
    <w:rsid w:val="00D3448F"/>
    <w:rsid w:val="00D344D5"/>
    <w:rsid w:val="00D36AC3"/>
    <w:rsid w:val="00D36B48"/>
    <w:rsid w:val="00D4116D"/>
    <w:rsid w:val="00D50166"/>
    <w:rsid w:val="00D525A9"/>
    <w:rsid w:val="00D54F3D"/>
    <w:rsid w:val="00D5799C"/>
    <w:rsid w:val="00D631FD"/>
    <w:rsid w:val="00D65643"/>
    <w:rsid w:val="00D72687"/>
    <w:rsid w:val="00D77F2B"/>
    <w:rsid w:val="00D87ABB"/>
    <w:rsid w:val="00DA1DBF"/>
    <w:rsid w:val="00DB3063"/>
    <w:rsid w:val="00DB557C"/>
    <w:rsid w:val="00DC1580"/>
    <w:rsid w:val="00DC16D0"/>
    <w:rsid w:val="00DD3B31"/>
    <w:rsid w:val="00DD7A71"/>
    <w:rsid w:val="00DE6C8D"/>
    <w:rsid w:val="00DF0560"/>
    <w:rsid w:val="00DF701F"/>
    <w:rsid w:val="00DF72E6"/>
    <w:rsid w:val="00E06510"/>
    <w:rsid w:val="00E175B0"/>
    <w:rsid w:val="00E2024A"/>
    <w:rsid w:val="00E2370E"/>
    <w:rsid w:val="00E3384B"/>
    <w:rsid w:val="00E406B8"/>
    <w:rsid w:val="00E41D8C"/>
    <w:rsid w:val="00E43519"/>
    <w:rsid w:val="00E50FEA"/>
    <w:rsid w:val="00E611D8"/>
    <w:rsid w:val="00E617E3"/>
    <w:rsid w:val="00E6224E"/>
    <w:rsid w:val="00E71484"/>
    <w:rsid w:val="00E7789E"/>
    <w:rsid w:val="00E825FA"/>
    <w:rsid w:val="00E921B0"/>
    <w:rsid w:val="00E94147"/>
    <w:rsid w:val="00EB2FAA"/>
    <w:rsid w:val="00EB5D27"/>
    <w:rsid w:val="00EC3F5F"/>
    <w:rsid w:val="00EC7D36"/>
    <w:rsid w:val="00ED09EC"/>
    <w:rsid w:val="00F0371D"/>
    <w:rsid w:val="00F0577F"/>
    <w:rsid w:val="00F10911"/>
    <w:rsid w:val="00F128F0"/>
    <w:rsid w:val="00F135CD"/>
    <w:rsid w:val="00F154EA"/>
    <w:rsid w:val="00F200A2"/>
    <w:rsid w:val="00F23B9C"/>
    <w:rsid w:val="00F24C86"/>
    <w:rsid w:val="00F304B7"/>
    <w:rsid w:val="00F316D0"/>
    <w:rsid w:val="00F3562D"/>
    <w:rsid w:val="00F460D2"/>
    <w:rsid w:val="00F53461"/>
    <w:rsid w:val="00F62BF7"/>
    <w:rsid w:val="00F67710"/>
    <w:rsid w:val="00F70F4B"/>
    <w:rsid w:val="00F7380C"/>
    <w:rsid w:val="00F83D5A"/>
    <w:rsid w:val="00F9115A"/>
    <w:rsid w:val="00FA12E3"/>
    <w:rsid w:val="00FB326C"/>
    <w:rsid w:val="00FB32E5"/>
    <w:rsid w:val="00FB50F0"/>
    <w:rsid w:val="00FB5F54"/>
    <w:rsid w:val="00FC0CB0"/>
    <w:rsid w:val="00FE078F"/>
    <w:rsid w:val="00FE1978"/>
    <w:rsid w:val="00FE1EB6"/>
    <w:rsid w:val="00FF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7A71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next w:val="Normal"/>
    <w:autoRedefine/>
    <w:qFormat/>
    <w:rsid w:val="007A4107"/>
    <w:pPr>
      <w:keepNext/>
      <w:spacing w:before="240" w:after="240"/>
      <w:outlineLvl w:val="0"/>
    </w:pPr>
    <w:rPr>
      <w:rFonts w:ascii="Courier New" w:hAnsi="Courier New"/>
      <w:b/>
      <w:color w:val="000080"/>
      <w:sz w:val="24"/>
      <w:szCs w:val="24"/>
      <w:u w:val="double"/>
    </w:rPr>
  </w:style>
  <w:style w:type="paragraph" w:styleId="Heading2">
    <w:name w:val="heading 2"/>
    <w:next w:val="Normal"/>
    <w:link w:val="Heading2Char"/>
    <w:qFormat/>
    <w:rsid w:val="0083020E"/>
    <w:pPr>
      <w:spacing w:before="200" w:after="200"/>
      <w:outlineLvl w:val="1"/>
    </w:pPr>
    <w:rPr>
      <w:rFonts w:ascii="Courier New" w:hAnsi="Courier New" w:cs="Courier New"/>
      <w:b/>
      <w:bCs/>
      <w:color w:val="0000FF"/>
      <w:sz w:val="24"/>
      <w:szCs w:val="24"/>
      <w:u w:val="single"/>
    </w:rPr>
  </w:style>
  <w:style w:type="paragraph" w:styleId="Heading3">
    <w:name w:val="heading 3"/>
    <w:basedOn w:val="Heading2"/>
    <w:next w:val="Normal"/>
    <w:qFormat/>
    <w:rsid w:val="007A4107"/>
    <w:pPr>
      <w:outlineLvl w:val="2"/>
    </w:pPr>
    <w:rPr>
      <w:rFonts w:cs="Arial"/>
      <w:bCs w:val="0"/>
      <w:i/>
      <w:color w:val="800000"/>
      <w:sz w:val="22"/>
      <w:szCs w:val="22"/>
      <w:u w:val="none"/>
    </w:rPr>
  </w:style>
  <w:style w:type="paragraph" w:styleId="Heading4">
    <w:name w:val="heading 4"/>
    <w:basedOn w:val="Heading2"/>
    <w:next w:val="Normal"/>
    <w:qFormat/>
    <w:rsid w:val="0083020E"/>
    <w:pPr>
      <w:outlineLvl w:val="3"/>
    </w:pPr>
    <w:rPr>
      <w:b w:val="0"/>
      <w:bCs w:val="0"/>
      <w:sz w:val="22"/>
      <w:szCs w:val="28"/>
    </w:rPr>
  </w:style>
  <w:style w:type="paragraph" w:styleId="Heading5">
    <w:name w:val="heading 5"/>
    <w:basedOn w:val="Heading1"/>
    <w:next w:val="Normal"/>
    <w:qFormat/>
    <w:rsid w:val="0083020E"/>
    <w:pPr>
      <w:spacing w:before="200" w:after="200"/>
      <w:outlineLvl w:val="4"/>
    </w:pPr>
    <w:rPr>
      <w:b w:val="0"/>
      <w:bCs/>
      <w:i/>
      <w:iCs/>
      <w:sz w:val="22"/>
      <w:szCs w:val="22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3020E"/>
    <w:rPr>
      <w:rFonts w:ascii="Courier New" w:hAnsi="Courier New" w:cs="Courier New"/>
      <w:b/>
      <w:bCs/>
      <w:color w:val="0000FF"/>
      <w:sz w:val="24"/>
      <w:szCs w:val="24"/>
      <w:u w:val="single"/>
      <w:lang w:val="en-US" w:eastAsia="en-US" w:bidi="ar-SA"/>
    </w:rPr>
  </w:style>
  <w:style w:type="paragraph" w:styleId="Header">
    <w:name w:val="header"/>
    <w:basedOn w:val="Normal"/>
    <w:next w:val="Heading1"/>
    <w:rsid w:val="0083020E"/>
    <w:pPr>
      <w:tabs>
        <w:tab w:val="center" w:pos="4320"/>
        <w:tab w:val="right" w:pos="8640"/>
      </w:tabs>
      <w:spacing w:before="240"/>
      <w:ind w:left="0"/>
    </w:pPr>
    <w:rPr>
      <w:rFonts w:ascii="Arial" w:hAnsi="Arial"/>
      <w:color w:val="000000"/>
      <w:sz w:val="24"/>
    </w:rPr>
  </w:style>
  <w:style w:type="paragraph" w:customStyle="1" w:styleId="Output9pt">
    <w:name w:val="Output 9pt"/>
    <w:basedOn w:val="Normal"/>
    <w:rsid w:val="00F67710"/>
    <w:rPr>
      <w:sz w:val="18"/>
    </w:rPr>
  </w:style>
  <w:style w:type="paragraph" w:styleId="Footer">
    <w:name w:val="footer"/>
    <w:basedOn w:val="Normal"/>
    <w:rsid w:val="00F67710"/>
    <w:pPr>
      <w:tabs>
        <w:tab w:val="center" w:pos="4320"/>
        <w:tab w:val="right" w:pos="8640"/>
      </w:tabs>
      <w:ind w:left="0"/>
    </w:pPr>
    <w:rPr>
      <w:rFonts w:ascii="Arial" w:hAnsi="Arial"/>
      <w:sz w:val="18"/>
    </w:rPr>
  </w:style>
  <w:style w:type="paragraph" w:styleId="NormalWeb">
    <w:name w:val="Normal (Web)"/>
    <w:basedOn w:val="Normal"/>
    <w:rsid w:val="003C724B"/>
    <w:pPr>
      <w:spacing w:before="100" w:beforeAutospacing="1" w:after="100" w:afterAutospacing="1"/>
      <w:ind w:left="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9512B2"/>
    <w:rPr>
      <w:rFonts w:ascii="Tahoma" w:hAnsi="Tahoma" w:cs="Tahoma"/>
      <w:sz w:val="16"/>
      <w:szCs w:val="16"/>
    </w:rPr>
  </w:style>
  <w:style w:type="paragraph" w:customStyle="1" w:styleId="Output10pt">
    <w:name w:val="Output 10 pt"/>
    <w:basedOn w:val="Normal"/>
    <w:rsid w:val="00F67710"/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lates\Word\wf_researchlog_template-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wf_researchlog_template-V2</Template>
  <TotalTime>1471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subject/>
  <dc:creator>Scott Long</dc:creator>
  <cp:keywords/>
  <dc:description/>
  <cp:lastModifiedBy>Scott Long</cp:lastModifiedBy>
  <cp:revision>9</cp:revision>
  <cp:lastPrinted>2008-01-24T18:43:00Z</cp:lastPrinted>
  <dcterms:created xsi:type="dcterms:W3CDTF">2008-01-24T18:38:00Z</dcterms:created>
  <dcterms:modified xsi:type="dcterms:W3CDTF">2008-01-26T23:30:00Z</dcterms:modified>
</cp:coreProperties>
</file>